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UR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55AA8969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2020-2023</w:t>
      </w:r>
    </w:p>
    <w:p w14:paraId="6A743604" w14:textId="42131A31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2020/2021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F7F216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  <w:bookmarkStart w:id="0" w:name="_GoBack"/>
            <w:bookmarkEnd w:id="0"/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1736358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41C6F34" w:rsidR="0085747A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07DD51A" w:rsidR="00C61DC5" w:rsidRPr="007F5522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BE50B" w14:textId="77777777" w:rsidR="0071197D" w:rsidRDefault="0071197D" w:rsidP="00C16ABF">
      <w:pPr>
        <w:spacing w:after="0" w:line="240" w:lineRule="auto"/>
      </w:pPr>
      <w:r>
        <w:separator/>
      </w:r>
    </w:p>
  </w:endnote>
  <w:endnote w:type="continuationSeparator" w:id="0">
    <w:p w14:paraId="751D6EF1" w14:textId="77777777" w:rsidR="0071197D" w:rsidRDefault="007119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FB2CE" w14:textId="77777777" w:rsidR="0071197D" w:rsidRDefault="0071197D" w:rsidP="00C16ABF">
      <w:pPr>
        <w:spacing w:after="0" w:line="240" w:lineRule="auto"/>
      </w:pPr>
      <w:r>
        <w:separator/>
      </w:r>
    </w:p>
  </w:footnote>
  <w:footnote w:type="continuationSeparator" w:id="0">
    <w:p w14:paraId="2F9B3DB2" w14:textId="77777777" w:rsidR="0071197D" w:rsidRDefault="0071197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9ECF-A869-468B-9D0E-0EC4F49A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2021-01-28T15:20:00Z</dcterms:created>
  <dcterms:modified xsi:type="dcterms:W3CDTF">2021-02-01T12:56:00Z</dcterms:modified>
</cp:coreProperties>
</file>